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A5" w:rsidRPr="00186865" w:rsidRDefault="00710CFA" w:rsidP="004417D1">
      <w:pPr>
        <w:pStyle w:val="Standard"/>
        <w:spacing w:line="240" w:lineRule="auto"/>
        <w:jc w:val="center"/>
        <w:rPr>
          <w:rFonts w:ascii="Monotype Corsiva" w:hAnsi="Monotype Corsiva"/>
          <w:b/>
          <w:i/>
        </w:rPr>
      </w:pPr>
      <w:r>
        <w:rPr>
          <w:rFonts w:ascii="Times New Roman" w:eastAsia="Malgun Gothic" w:hAnsi="Times New Roman"/>
          <w:b/>
          <w:sz w:val="26"/>
          <w:szCs w:val="26"/>
        </w:rPr>
        <w:t xml:space="preserve">II </w:t>
      </w:r>
      <w:r w:rsidR="00DC75A5">
        <w:rPr>
          <w:rFonts w:ascii="Times New Roman" w:eastAsia="Malgun Gothic" w:hAnsi="Times New Roman"/>
          <w:b/>
          <w:sz w:val="26"/>
          <w:szCs w:val="26"/>
        </w:rPr>
        <w:t xml:space="preserve">OGÓLNOPOLSKI </w:t>
      </w:r>
      <w:r w:rsidR="00DC75A5" w:rsidRPr="00566C6B">
        <w:rPr>
          <w:rFonts w:ascii="Times New Roman" w:eastAsia="Malgun Gothic" w:hAnsi="Times New Roman"/>
          <w:b/>
          <w:sz w:val="26"/>
          <w:szCs w:val="26"/>
        </w:rPr>
        <w:t>KONKURS</w:t>
      </w:r>
    </w:p>
    <w:p w:rsidR="00DC75A5" w:rsidRPr="00625F00" w:rsidRDefault="00DC75A5" w:rsidP="004417D1">
      <w:pPr>
        <w:jc w:val="center"/>
        <w:rPr>
          <w:rFonts w:eastAsia="Malgun Gothic"/>
          <w:b/>
          <w:sz w:val="16"/>
          <w:szCs w:val="16"/>
        </w:rPr>
      </w:pPr>
      <w:r w:rsidRPr="00566C6B">
        <w:rPr>
          <w:rFonts w:eastAsia="Malgun Gothic"/>
          <w:b/>
          <w:sz w:val="26"/>
          <w:szCs w:val="26"/>
        </w:rPr>
        <w:t>SKRZYPIEC I ALTÓWKI ANTONIEGO COFALIKA</w:t>
      </w:r>
      <w:r>
        <w:rPr>
          <w:rFonts w:eastAsia="Malgun Gothic"/>
          <w:b/>
          <w:sz w:val="26"/>
          <w:szCs w:val="26"/>
        </w:rPr>
        <w:br/>
      </w:r>
    </w:p>
    <w:p w:rsidR="00DC75A5" w:rsidRPr="00625F00" w:rsidRDefault="00710CFA" w:rsidP="004417D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Sułkowice, 4</w:t>
      </w:r>
      <w:r w:rsidR="001E279C">
        <w:rPr>
          <w:rFonts w:ascii="Times New Roman" w:hAnsi="Times New Roman" w:cs="Times New Roman"/>
          <w:b/>
          <w:sz w:val="24"/>
          <w:szCs w:val="24"/>
        </w:rPr>
        <w:t>-6</w:t>
      </w:r>
      <w:r w:rsidR="00DC75A5" w:rsidRPr="00625F00">
        <w:rPr>
          <w:rFonts w:ascii="Times New Roman" w:hAnsi="Times New Roman" w:cs="Times New Roman"/>
          <w:b/>
          <w:sz w:val="24"/>
          <w:szCs w:val="24"/>
        </w:rPr>
        <w:t xml:space="preserve"> czerwca 20</w:t>
      </w:r>
      <w:r w:rsidR="001E279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C75A5" w:rsidRPr="00625F00">
        <w:rPr>
          <w:b/>
          <w:sz w:val="24"/>
          <w:szCs w:val="24"/>
        </w:rPr>
        <w:t xml:space="preserve"> r.</w:t>
      </w:r>
    </w:p>
    <w:p w:rsidR="00DC75A5" w:rsidRDefault="00DC75A5" w:rsidP="004417D1">
      <w:pPr>
        <w:pStyle w:val="Bezodstpw"/>
        <w:jc w:val="center"/>
      </w:pPr>
    </w:p>
    <w:p w:rsidR="002D0773" w:rsidRPr="00AB440C" w:rsidRDefault="002D0773" w:rsidP="004417D1">
      <w:pPr>
        <w:pStyle w:val="Bezodstpw"/>
        <w:jc w:val="center"/>
      </w:pPr>
    </w:p>
    <w:p w:rsidR="00DC75A5" w:rsidRPr="00C9765F" w:rsidRDefault="00DC75A5" w:rsidP="004417D1">
      <w:pPr>
        <w:jc w:val="center"/>
        <w:rPr>
          <w:rFonts w:eastAsia="Malgun Gothic"/>
          <w:b/>
          <w:sz w:val="38"/>
          <w:szCs w:val="38"/>
        </w:rPr>
      </w:pPr>
      <w:r w:rsidRPr="00C9765F">
        <w:rPr>
          <w:rFonts w:eastAsia="Malgun Gothic"/>
          <w:b/>
          <w:sz w:val="38"/>
          <w:szCs w:val="38"/>
        </w:rPr>
        <w:t>KARTA ZGŁOSZENIA</w:t>
      </w:r>
    </w:p>
    <w:p w:rsidR="00DC75A5" w:rsidRPr="00625F00" w:rsidRDefault="00DC75A5" w:rsidP="004417D1">
      <w:pPr>
        <w:jc w:val="center"/>
        <w:rPr>
          <w:rFonts w:eastAsia="Malgun Gothic"/>
          <w:b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Imię i nazwisko uczestnika: ………………………………………………………………………..…..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Data urodzenia: …………………………………………………………………………………………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Instrument: …………………………………………….... Klasa: .……….……… Cykl: .……….…...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Telefon kontakt</w:t>
      </w:r>
      <w:r>
        <w:rPr>
          <w:rFonts w:eastAsia="Malgun Gothic"/>
        </w:rPr>
        <w:t xml:space="preserve">owy: </w:t>
      </w:r>
      <w:r w:rsidRPr="00625F00">
        <w:rPr>
          <w:rFonts w:eastAsia="Malgun Gothic"/>
        </w:rPr>
        <w:t>……………………………….......adres e-mail</w:t>
      </w:r>
      <w:r>
        <w:rPr>
          <w:rFonts w:eastAsia="Malgun Gothic"/>
        </w:rPr>
        <w:t>: …</w:t>
      </w:r>
      <w:r w:rsidRPr="00625F00">
        <w:rPr>
          <w:rFonts w:eastAsia="Malgun Gothic"/>
        </w:rPr>
        <w:t>…...………………………...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Nauczyciel instrumentu (tel. kontaktowy): …………………………………………………………….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Akompaniator: ………………………………………………………………………………………….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Czas wykonywanego programu</w:t>
      </w:r>
      <w:r>
        <w:rPr>
          <w:rFonts w:eastAsia="Malgun Gothic"/>
        </w:rPr>
        <w:t xml:space="preserve">: </w:t>
      </w:r>
      <w:r w:rsidRPr="00625F00">
        <w:rPr>
          <w:rFonts w:eastAsia="Malgun Gothic"/>
        </w:rPr>
        <w:t>……………………………………………………………………...</w:t>
      </w:r>
    </w:p>
    <w:p w:rsidR="00DC75A5" w:rsidRPr="00625F00" w:rsidRDefault="00DC75A5" w:rsidP="004417D1">
      <w:pPr>
        <w:rPr>
          <w:rFonts w:eastAsia="Malgun Gothic"/>
        </w:rPr>
      </w:pP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t>Pełna nazwa i adres szkoły, nr telefonu, e-mail: ……………………………………………………….</w:t>
      </w:r>
    </w:p>
    <w:p w:rsidR="00DC75A5" w:rsidRPr="00625F00" w:rsidRDefault="00DC75A5" w:rsidP="004417D1">
      <w:pPr>
        <w:rPr>
          <w:rFonts w:eastAsia="Malgun Gothic"/>
        </w:rPr>
      </w:pPr>
      <w:r w:rsidRPr="00625F00">
        <w:rPr>
          <w:rFonts w:eastAsia="Malgun Gothic"/>
        </w:rPr>
        <w:br/>
        <w:t>………………………………………………………………………………………..............................</w:t>
      </w:r>
    </w:p>
    <w:p w:rsidR="00DC75A5" w:rsidRDefault="00DC75A5" w:rsidP="004417D1">
      <w:pPr>
        <w:rPr>
          <w:rFonts w:eastAsia="Malgun Gothic"/>
        </w:rPr>
      </w:pPr>
    </w:p>
    <w:p w:rsidR="002D0773" w:rsidRPr="00625F00" w:rsidRDefault="002D0773" w:rsidP="004417D1">
      <w:pPr>
        <w:rPr>
          <w:rFonts w:eastAsia="Malgun Gothic"/>
        </w:rPr>
      </w:pPr>
    </w:p>
    <w:p w:rsidR="00DC75A5" w:rsidRPr="00C9765F" w:rsidRDefault="00DC75A5" w:rsidP="004417D1">
      <w:pPr>
        <w:jc w:val="center"/>
        <w:rPr>
          <w:rFonts w:eastAsia="Malgun Gothic"/>
          <w:b/>
          <w:sz w:val="32"/>
          <w:szCs w:val="32"/>
          <w:u w:val="single"/>
        </w:rPr>
      </w:pPr>
      <w:r w:rsidRPr="00C9765F">
        <w:rPr>
          <w:rFonts w:eastAsia="Malgun Gothic"/>
          <w:b/>
          <w:sz w:val="32"/>
          <w:szCs w:val="32"/>
        </w:rPr>
        <w:t>PROGRAM</w:t>
      </w:r>
    </w:p>
    <w:p w:rsidR="00DC75A5" w:rsidRDefault="00DC75A5" w:rsidP="004417D1">
      <w:pPr>
        <w:ind w:left="2124" w:firstLine="708"/>
        <w:rPr>
          <w:rFonts w:eastAsia="Malgun Gothic"/>
        </w:rPr>
      </w:pPr>
      <w:r w:rsidRPr="00625F00">
        <w:rPr>
          <w:rFonts w:eastAsia="Malgun Gothic"/>
        </w:rPr>
        <w:t>kompozytor, tytuł utworu (tonacja, opus itp.)</w:t>
      </w:r>
    </w:p>
    <w:p w:rsidR="002D0773" w:rsidRPr="00625F00" w:rsidRDefault="002D0773" w:rsidP="004417D1">
      <w:pPr>
        <w:ind w:left="2124" w:firstLine="708"/>
        <w:rPr>
          <w:rFonts w:eastAsia="Malgun Gothic"/>
        </w:rPr>
      </w:pPr>
    </w:p>
    <w:p w:rsidR="00DC75A5" w:rsidRPr="00625F00" w:rsidRDefault="00DC75A5" w:rsidP="004417D1">
      <w:pPr>
        <w:jc w:val="center"/>
        <w:rPr>
          <w:rFonts w:eastAsia="Malgun Gothic"/>
        </w:rPr>
      </w:pPr>
    </w:p>
    <w:p w:rsidR="00DC75A5" w:rsidRDefault="00DC75A5" w:rsidP="004417D1">
      <w:pPr>
        <w:pStyle w:val="Akapitzlist"/>
        <w:numPr>
          <w:ilvl w:val="0"/>
          <w:numId w:val="1"/>
        </w:numPr>
        <w:rPr>
          <w:rFonts w:ascii="Times New Roman" w:eastAsia="Malgun Gothic" w:hAnsi="Times New Roman" w:cs="Times New Roman"/>
          <w:sz w:val="24"/>
          <w:szCs w:val="24"/>
        </w:rPr>
      </w:pPr>
      <w:r w:rsidRPr="00625F00">
        <w:rPr>
          <w:rFonts w:ascii="Times New Roman" w:eastAsia="Malgun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eastAsia="Malgun Gothic" w:hAnsi="Times New Roman" w:cs="Times New Roman"/>
          <w:sz w:val="24"/>
          <w:szCs w:val="24"/>
        </w:rPr>
        <w:t>...........</w:t>
      </w:r>
      <w:r w:rsidRPr="00625F00">
        <w:rPr>
          <w:rFonts w:ascii="Times New Roman" w:eastAsia="Malgun Gothic" w:hAnsi="Times New Roman" w:cs="Times New Roman"/>
          <w:sz w:val="24"/>
          <w:szCs w:val="24"/>
        </w:rPr>
        <w:br/>
      </w:r>
    </w:p>
    <w:p w:rsidR="00DC75A5" w:rsidRPr="00625F00" w:rsidRDefault="00DC75A5" w:rsidP="004417D1">
      <w:pPr>
        <w:pStyle w:val="Akapitzlist"/>
        <w:rPr>
          <w:rFonts w:ascii="Times New Roman" w:eastAsia="Malgun Gothic" w:hAnsi="Times New Roman" w:cs="Times New Roman"/>
          <w:sz w:val="24"/>
          <w:szCs w:val="24"/>
        </w:rPr>
      </w:pPr>
    </w:p>
    <w:p w:rsidR="00DC75A5" w:rsidRDefault="00DC75A5" w:rsidP="004417D1">
      <w:pPr>
        <w:pStyle w:val="Akapitzlist"/>
        <w:numPr>
          <w:ilvl w:val="0"/>
          <w:numId w:val="1"/>
        </w:numPr>
        <w:rPr>
          <w:rFonts w:ascii="Times New Roman" w:eastAsia="Malgun Gothic" w:hAnsi="Times New Roman" w:cs="Times New Roman"/>
          <w:sz w:val="24"/>
          <w:szCs w:val="24"/>
        </w:rPr>
      </w:pPr>
      <w:r w:rsidRPr="00625F00">
        <w:rPr>
          <w:rFonts w:ascii="Times New Roman" w:eastAsia="Malgun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eastAsia="Malgun Gothic" w:hAnsi="Times New Roman" w:cs="Times New Roman"/>
          <w:sz w:val="24"/>
          <w:szCs w:val="24"/>
        </w:rPr>
        <w:t>...........</w:t>
      </w:r>
    </w:p>
    <w:p w:rsidR="00186865" w:rsidRPr="00186865" w:rsidRDefault="00186865" w:rsidP="004417D1">
      <w:pPr>
        <w:pStyle w:val="Akapitzlist"/>
        <w:rPr>
          <w:rFonts w:ascii="Times New Roman" w:eastAsia="Malgun Gothic" w:hAnsi="Times New Roman" w:cs="Times New Roman"/>
          <w:sz w:val="24"/>
          <w:szCs w:val="24"/>
        </w:rPr>
      </w:pPr>
    </w:p>
    <w:p w:rsidR="00186865" w:rsidRPr="00186865" w:rsidRDefault="00186865" w:rsidP="004417D1">
      <w:pPr>
        <w:rPr>
          <w:rFonts w:eastAsia="Malgun Gothic"/>
        </w:rPr>
      </w:pPr>
    </w:p>
    <w:p w:rsidR="00DC75A5" w:rsidRDefault="00DC75A5" w:rsidP="004417D1">
      <w:pPr>
        <w:rPr>
          <w:rFonts w:eastAsia="Malgun Gothic"/>
        </w:rPr>
      </w:pPr>
    </w:p>
    <w:p w:rsidR="00186865" w:rsidRDefault="00186865" w:rsidP="004417D1">
      <w:pPr>
        <w:jc w:val="right"/>
      </w:pPr>
      <w:r>
        <w:t>…………………………………….</w:t>
      </w:r>
    </w:p>
    <w:p w:rsidR="00186865" w:rsidRDefault="00186865" w:rsidP="004417D1">
      <w:pPr>
        <w:jc w:val="right"/>
      </w:pPr>
    </w:p>
    <w:p w:rsidR="00BB52A2" w:rsidRDefault="00186865" w:rsidP="004417D1">
      <w:pPr>
        <w:jc w:val="right"/>
        <w:rPr>
          <w:rFonts w:eastAsia="Malgun Gothic"/>
        </w:rPr>
      </w:pPr>
      <w:r w:rsidRPr="00625F00">
        <w:t>Podpis i pieczęć dyrektora szkoły</w:t>
      </w:r>
    </w:p>
    <w:p w:rsidR="00D56211" w:rsidRDefault="00D56211" w:rsidP="004417D1">
      <w:pPr>
        <w:rPr>
          <w:rFonts w:eastAsia="Malgun Gothic"/>
        </w:rPr>
      </w:pPr>
    </w:p>
    <w:p w:rsidR="00136FAA" w:rsidRDefault="00136FAA" w:rsidP="004417D1">
      <w:pPr>
        <w:ind w:firstLine="374"/>
        <w:jc w:val="both"/>
        <w:rPr>
          <w:rStyle w:val="Wyrnienie"/>
          <w:b/>
        </w:rPr>
      </w:pPr>
    </w:p>
    <w:p w:rsidR="00136FAA" w:rsidRDefault="00136FAA" w:rsidP="004417D1">
      <w:pPr>
        <w:ind w:firstLine="374"/>
        <w:jc w:val="both"/>
        <w:rPr>
          <w:rStyle w:val="Wyrnienie"/>
          <w:b/>
        </w:rPr>
      </w:pPr>
    </w:p>
    <w:p w:rsidR="00136FAA" w:rsidRDefault="00136FAA" w:rsidP="004417D1">
      <w:pPr>
        <w:ind w:firstLine="374"/>
        <w:jc w:val="both"/>
        <w:rPr>
          <w:rStyle w:val="Wyrnienie"/>
          <w:b/>
        </w:rPr>
      </w:pPr>
    </w:p>
    <w:p w:rsidR="00136FAA" w:rsidRDefault="00136FAA" w:rsidP="004417D1">
      <w:pPr>
        <w:ind w:firstLine="374"/>
        <w:jc w:val="both"/>
        <w:rPr>
          <w:rStyle w:val="Wyrnienie"/>
          <w:b/>
        </w:rPr>
      </w:pPr>
    </w:p>
    <w:p w:rsidR="00136FAA" w:rsidRDefault="00136FAA" w:rsidP="004417D1">
      <w:pPr>
        <w:ind w:firstLine="374"/>
        <w:jc w:val="both"/>
        <w:rPr>
          <w:rStyle w:val="Wyrnienie"/>
          <w:b/>
        </w:rPr>
      </w:pPr>
    </w:p>
    <w:p w:rsidR="00136FAA" w:rsidRDefault="00136FAA" w:rsidP="004417D1">
      <w:pPr>
        <w:ind w:firstLine="374"/>
        <w:jc w:val="both"/>
        <w:rPr>
          <w:rStyle w:val="Wyrnienie"/>
          <w:b/>
        </w:rPr>
      </w:pPr>
    </w:p>
    <w:p w:rsidR="00136FAA" w:rsidRPr="000259AA" w:rsidRDefault="00136FAA" w:rsidP="004417D1">
      <w:pPr>
        <w:ind w:firstLine="374"/>
        <w:jc w:val="both"/>
        <w:rPr>
          <w:sz w:val="22"/>
          <w:szCs w:val="22"/>
        </w:rPr>
      </w:pPr>
      <w:r w:rsidRPr="000259AA">
        <w:rPr>
          <w:sz w:val="22"/>
          <w:szCs w:val="22"/>
        </w:rPr>
        <w:lastRenderedPageBreak/>
        <w:t xml:space="preserve">Zgodnie z art. 13 ust. 1 i ust. 2 ogólnego rozporządzenia o ochronie danych osobowych z dnia </w:t>
      </w:r>
      <w:r w:rsidRPr="000259AA">
        <w:rPr>
          <w:sz w:val="22"/>
          <w:szCs w:val="22"/>
        </w:rPr>
        <w:br/>
        <w:t>27 kwietnia 2016 r. informuję, że:</w:t>
      </w:r>
    </w:p>
    <w:p w:rsidR="000259AA" w:rsidRPr="000259AA" w:rsidRDefault="000259AA" w:rsidP="004417D1">
      <w:pPr>
        <w:ind w:firstLine="374"/>
        <w:jc w:val="both"/>
        <w:rPr>
          <w:sz w:val="22"/>
          <w:szCs w:val="22"/>
        </w:rPr>
      </w:pPr>
    </w:p>
    <w:p w:rsidR="00136FAA" w:rsidRPr="000259AA" w:rsidRDefault="00136FAA" w:rsidP="004417D1">
      <w:pPr>
        <w:spacing w:after="120"/>
        <w:jc w:val="both"/>
        <w:rPr>
          <w:sz w:val="22"/>
          <w:szCs w:val="22"/>
        </w:rPr>
      </w:pPr>
      <w:r w:rsidRPr="000259AA">
        <w:rPr>
          <w:sz w:val="22"/>
          <w:szCs w:val="22"/>
        </w:rPr>
        <w:t>1) Administratorem Pani/Pana/dziecka danych osobowych jest Szkoła Muzyczna I stopnia w Czasławiu</w:t>
      </w:r>
      <w:r w:rsidR="00BB2985" w:rsidRPr="000259AA">
        <w:rPr>
          <w:iCs/>
          <w:sz w:val="22"/>
          <w:szCs w:val="22"/>
        </w:rPr>
        <w:t xml:space="preserve"> telefon 12 27 15 50</w:t>
      </w:r>
      <w:r w:rsidR="004417D1" w:rsidRPr="000259AA">
        <w:rPr>
          <w:iCs/>
          <w:sz w:val="22"/>
          <w:szCs w:val="22"/>
        </w:rPr>
        <w:t>1</w:t>
      </w:r>
      <w:r w:rsidR="00BB2985" w:rsidRPr="000259AA">
        <w:rPr>
          <w:iCs/>
          <w:sz w:val="22"/>
          <w:szCs w:val="22"/>
        </w:rPr>
        <w:t>,</w:t>
      </w:r>
      <w:r w:rsidRPr="000259AA">
        <w:rPr>
          <w:iCs/>
          <w:sz w:val="22"/>
          <w:szCs w:val="22"/>
        </w:rPr>
        <w:t xml:space="preserve"> e-mail: </w:t>
      </w:r>
      <w:hyperlink r:id="rId8" w:history="1">
        <w:r w:rsidR="00BB2985" w:rsidRPr="000259AA">
          <w:rPr>
            <w:rStyle w:val="Hipercze"/>
            <w:iCs/>
            <w:sz w:val="22"/>
            <w:szCs w:val="22"/>
          </w:rPr>
          <w:t>smczaslaw@interia.pl</w:t>
        </w:r>
      </w:hyperlink>
      <w:r w:rsidR="004417D1" w:rsidRPr="000259AA">
        <w:rPr>
          <w:sz w:val="22"/>
          <w:szCs w:val="22"/>
        </w:rPr>
        <w:t xml:space="preserve"> </w:t>
      </w:r>
      <w:r w:rsidRPr="000259AA">
        <w:rPr>
          <w:iCs/>
          <w:sz w:val="22"/>
          <w:szCs w:val="22"/>
        </w:rPr>
        <w:t>reprezentowana przez Dyrektora Panią Beatę Miętka.</w:t>
      </w:r>
    </w:p>
    <w:p w:rsidR="00136FAA" w:rsidRPr="000259AA" w:rsidRDefault="00136FAA" w:rsidP="004417D1">
      <w:pPr>
        <w:spacing w:after="120"/>
        <w:jc w:val="both"/>
        <w:rPr>
          <w:i/>
          <w:sz w:val="22"/>
          <w:szCs w:val="22"/>
          <w:u w:val="single"/>
        </w:rPr>
      </w:pPr>
      <w:r w:rsidRPr="000259AA">
        <w:rPr>
          <w:sz w:val="22"/>
          <w:szCs w:val="22"/>
        </w:rPr>
        <w:t xml:space="preserve">2) Został powołany inspektor ochrony danych osobowych i ma Pani/Pan prawo kontaktu z nim za pomocą adresu e-mail </w:t>
      </w:r>
      <w:hyperlink r:id="rId9" w:history="1">
        <w:r w:rsidRPr="000259AA">
          <w:rPr>
            <w:rStyle w:val="Hipercze"/>
            <w:i/>
            <w:sz w:val="22"/>
            <w:szCs w:val="22"/>
          </w:rPr>
          <w:t>skarbnik.audyt@onet.pl</w:t>
        </w:r>
      </w:hyperlink>
    </w:p>
    <w:p w:rsidR="00136FAA" w:rsidRPr="000259AA" w:rsidRDefault="00136FAA" w:rsidP="004417D1">
      <w:pPr>
        <w:spacing w:after="120"/>
        <w:jc w:val="both"/>
        <w:rPr>
          <w:sz w:val="22"/>
          <w:szCs w:val="22"/>
        </w:rPr>
      </w:pPr>
      <w:r w:rsidRPr="000259AA">
        <w:rPr>
          <w:sz w:val="22"/>
          <w:szCs w:val="22"/>
        </w:rPr>
        <w:t>3) Pani/Pana/dziecka dane osobowe przetwarzane będą zgodnie z art. 6 ust. 1 lit. a) w celu:</w:t>
      </w:r>
    </w:p>
    <w:p w:rsidR="00136FAA" w:rsidRPr="00A15115" w:rsidRDefault="00136FAA" w:rsidP="004417D1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4417D1">
        <w:rPr>
          <w:sz w:val="20"/>
          <w:szCs w:val="20"/>
        </w:rPr>
        <w:t xml:space="preserve">Udziału Pani/Pana dziecka w </w:t>
      </w:r>
      <w:r w:rsidR="00710CFA" w:rsidRPr="004417D1">
        <w:rPr>
          <w:sz w:val="20"/>
          <w:szCs w:val="20"/>
        </w:rPr>
        <w:t>II Ogólnopolskim Konkursie Skrzypiec i Altówki Antoniego Cofalika</w:t>
      </w:r>
      <w:r w:rsidR="00D96F50" w:rsidRPr="004417D1">
        <w:rPr>
          <w:sz w:val="20"/>
          <w:szCs w:val="20"/>
        </w:rPr>
        <w:t xml:space="preserve">. </w:t>
      </w:r>
      <w:r w:rsidRPr="004417D1">
        <w:rPr>
          <w:b/>
          <w:sz w:val="20"/>
          <w:szCs w:val="20"/>
        </w:rPr>
        <w:t>wyrażam zgodę / nie wyrażam zgody*</w:t>
      </w:r>
    </w:p>
    <w:p w:rsidR="00136FAA" w:rsidRPr="004417D1" w:rsidRDefault="00136FAA" w:rsidP="004417D1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A15115">
        <w:rPr>
          <w:sz w:val="20"/>
          <w:szCs w:val="20"/>
        </w:rPr>
        <w:t xml:space="preserve">Publikowania </w:t>
      </w:r>
      <w:r w:rsidR="00D96F50" w:rsidRPr="00A15115">
        <w:rPr>
          <w:sz w:val="20"/>
          <w:szCs w:val="20"/>
        </w:rPr>
        <w:t>informacji o wynikach przesłuchań konkursu.</w:t>
      </w:r>
      <w:r w:rsidR="00D96F50" w:rsidRPr="004417D1">
        <w:rPr>
          <w:sz w:val="20"/>
          <w:szCs w:val="20"/>
        </w:rPr>
        <w:t xml:space="preserve"> </w:t>
      </w:r>
      <w:r w:rsidRPr="004417D1">
        <w:rPr>
          <w:b/>
          <w:sz w:val="20"/>
          <w:szCs w:val="20"/>
        </w:rPr>
        <w:t>wyrażam zgodę / nie wyrażam zgody</w:t>
      </w:r>
      <w:r w:rsidRPr="004417D1">
        <w:rPr>
          <w:sz w:val="20"/>
          <w:szCs w:val="20"/>
        </w:rPr>
        <w:t>*</w:t>
      </w:r>
    </w:p>
    <w:p w:rsidR="00136FAA" w:rsidRPr="004417D1" w:rsidRDefault="00136FAA" w:rsidP="004417D1">
      <w:pPr>
        <w:spacing w:after="120"/>
        <w:jc w:val="both"/>
        <w:rPr>
          <w:color w:val="FF0000"/>
          <w:sz w:val="20"/>
          <w:szCs w:val="20"/>
        </w:rPr>
      </w:pPr>
      <w:r w:rsidRPr="004417D1">
        <w:rPr>
          <w:sz w:val="20"/>
          <w:szCs w:val="20"/>
        </w:rPr>
        <w:t>Dane osobowe będą przetwarz</w:t>
      </w:r>
      <w:r w:rsidR="00CB6616" w:rsidRPr="004417D1">
        <w:rPr>
          <w:sz w:val="20"/>
          <w:szCs w:val="20"/>
        </w:rPr>
        <w:t xml:space="preserve">ane przez czas trwania konkursu </w:t>
      </w:r>
      <w:r w:rsidR="00CB6616" w:rsidRPr="00A15115">
        <w:rPr>
          <w:sz w:val="20"/>
          <w:szCs w:val="20"/>
        </w:rPr>
        <w:t>oraz po jego zakończeniu.</w:t>
      </w:r>
    </w:p>
    <w:p w:rsidR="00136FAA" w:rsidRPr="004417D1" w:rsidRDefault="00136FAA" w:rsidP="004417D1">
      <w:pPr>
        <w:numPr>
          <w:ilvl w:val="0"/>
          <w:numId w:val="3"/>
        </w:numPr>
        <w:spacing w:after="120"/>
        <w:jc w:val="both"/>
        <w:rPr>
          <w:sz w:val="20"/>
          <w:szCs w:val="20"/>
        </w:rPr>
      </w:pPr>
      <w:r w:rsidRPr="004417D1">
        <w:rPr>
          <w:sz w:val="20"/>
          <w:szCs w:val="20"/>
        </w:rPr>
        <w:t xml:space="preserve">Publikowania wizerunku, imienia i nazwiska na stronie </w:t>
      </w:r>
      <w:r w:rsidR="004417D1" w:rsidRPr="004417D1">
        <w:rPr>
          <w:sz w:val="20"/>
          <w:szCs w:val="20"/>
        </w:rPr>
        <w:t>www.smczaslaw.pl</w:t>
      </w:r>
      <w:r w:rsidRPr="004417D1">
        <w:rPr>
          <w:sz w:val="20"/>
          <w:szCs w:val="20"/>
        </w:rPr>
        <w:t xml:space="preserve"> aby promować osiągnięcia</w:t>
      </w:r>
      <w:r w:rsidR="00D96F50" w:rsidRPr="004417D1">
        <w:rPr>
          <w:sz w:val="20"/>
          <w:szCs w:val="20"/>
        </w:rPr>
        <w:t>.</w:t>
      </w:r>
      <w:bookmarkStart w:id="0" w:name="_GoBack"/>
      <w:bookmarkEnd w:id="0"/>
      <w:r w:rsidR="004417D1" w:rsidRPr="004417D1">
        <w:rPr>
          <w:sz w:val="20"/>
          <w:szCs w:val="20"/>
        </w:rPr>
        <w:t xml:space="preserve"> </w:t>
      </w:r>
      <w:r w:rsidRPr="004417D1">
        <w:rPr>
          <w:b/>
          <w:sz w:val="20"/>
          <w:szCs w:val="20"/>
        </w:rPr>
        <w:t>wyrażam zgodę / nie wyrażam zgody*</w:t>
      </w:r>
    </w:p>
    <w:p w:rsidR="00136FAA" w:rsidRPr="004417D1" w:rsidRDefault="00136FAA" w:rsidP="004417D1">
      <w:pPr>
        <w:numPr>
          <w:ilvl w:val="0"/>
          <w:numId w:val="3"/>
        </w:numPr>
        <w:spacing w:after="120"/>
        <w:jc w:val="both"/>
        <w:rPr>
          <w:sz w:val="20"/>
          <w:szCs w:val="20"/>
        </w:rPr>
      </w:pPr>
      <w:r w:rsidRPr="004417D1">
        <w:rPr>
          <w:sz w:val="20"/>
          <w:szCs w:val="20"/>
        </w:rPr>
        <w:t xml:space="preserve">Publikowanie wizerunku, imienia i nazwiska na oficjalnym profilu placówki </w:t>
      </w:r>
      <w:r w:rsidR="00CB6616" w:rsidRPr="00A15115">
        <w:rPr>
          <w:sz w:val="20"/>
          <w:szCs w:val="20"/>
        </w:rPr>
        <w:t>oraz profilu Konkursu</w:t>
      </w:r>
      <w:r w:rsidR="00CB6616" w:rsidRPr="004417D1">
        <w:rPr>
          <w:color w:val="FF0000"/>
          <w:sz w:val="20"/>
          <w:szCs w:val="20"/>
        </w:rPr>
        <w:t xml:space="preserve"> </w:t>
      </w:r>
      <w:r w:rsidR="00CB6616" w:rsidRPr="004417D1">
        <w:rPr>
          <w:sz w:val="20"/>
          <w:szCs w:val="20"/>
        </w:rPr>
        <w:br/>
      </w:r>
      <w:r w:rsidRPr="004417D1">
        <w:rPr>
          <w:sz w:val="20"/>
          <w:szCs w:val="20"/>
        </w:rPr>
        <w:t>na portalu Facebook, które będzie się wiązało z przekazaniem danych osobowych do Państwa trzeciego tj. USA. Wówczas odbiorcą danych o</w:t>
      </w:r>
      <w:r w:rsidR="00D96F50" w:rsidRPr="004417D1">
        <w:rPr>
          <w:sz w:val="20"/>
          <w:szCs w:val="20"/>
        </w:rPr>
        <w:t>sobowych będzie FACEBOOK INC.</w:t>
      </w:r>
      <w:r w:rsidR="000259AA">
        <w:rPr>
          <w:sz w:val="20"/>
          <w:szCs w:val="20"/>
        </w:rPr>
        <w:t xml:space="preserve"> </w:t>
      </w:r>
      <w:r w:rsidRPr="004417D1">
        <w:rPr>
          <w:b/>
          <w:sz w:val="20"/>
          <w:szCs w:val="20"/>
        </w:rPr>
        <w:t>wyrażam zgodę / nie wyrażam zgody</w:t>
      </w:r>
    </w:p>
    <w:p w:rsidR="000259AA" w:rsidRPr="00A15115" w:rsidRDefault="00CB6616" w:rsidP="000259AA">
      <w:pPr>
        <w:numPr>
          <w:ilvl w:val="0"/>
          <w:numId w:val="3"/>
        </w:numPr>
        <w:spacing w:after="120"/>
        <w:jc w:val="both"/>
        <w:rPr>
          <w:sz w:val="20"/>
          <w:szCs w:val="20"/>
        </w:rPr>
      </w:pPr>
      <w:r w:rsidRPr="00A15115">
        <w:rPr>
          <w:sz w:val="20"/>
          <w:szCs w:val="20"/>
        </w:rPr>
        <w:t xml:space="preserve">Publikowania wizerunku, imienia i nazwiska na stronie </w:t>
      </w:r>
      <w:hyperlink r:id="rId10" w:history="1">
        <w:r w:rsidRPr="00A15115">
          <w:rPr>
            <w:rStyle w:val="Hipercze"/>
            <w:color w:val="auto"/>
            <w:sz w:val="20"/>
            <w:szCs w:val="20"/>
          </w:rPr>
          <w:t>https://www.myslenice-itv.pl/</w:t>
        </w:r>
      </w:hyperlink>
      <w:r w:rsidRPr="00A15115">
        <w:rPr>
          <w:sz w:val="20"/>
          <w:szCs w:val="20"/>
        </w:rPr>
        <w:t xml:space="preserve"> oraz profilu Facebook. Zakres zgody na wykorzystanie wizerunku obejmuje wykorzystanie filmów, fotografii, nagra</w:t>
      </w:r>
      <w:r w:rsidR="00D96F50" w:rsidRPr="00A15115">
        <w:rPr>
          <w:sz w:val="20"/>
          <w:szCs w:val="20"/>
        </w:rPr>
        <w:t>ń wykonanych podczas konkursu oraz nagranie Koncertu Laur</w:t>
      </w:r>
      <w:r w:rsidR="004417D1" w:rsidRPr="00A15115">
        <w:rPr>
          <w:sz w:val="20"/>
          <w:szCs w:val="20"/>
        </w:rPr>
        <w:t>e</w:t>
      </w:r>
      <w:r w:rsidR="00D96F50" w:rsidRPr="00A15115">
        <w:rPr>
          <w:sz w:val="20"/>
          <w:szCs w:val="20"/>
        </w:rPr>
        <w:t>atów wraz z późniejszą publikacją</w:t>
      </w:r>
      <w:r w:rsidRPr="00A15115">
        <w:rPr>
          <w:sz w:val="20"/>
          <w:szCs w:val="20"/>
        </w:rPr>
        <w:t xml:space="preserve"> ich na stronach internetowych, w mediach społecznościowych oraz materiałach informacyjno-promocyjnych.</w:t>
      </w:r>
      <w:r w:rsidR="00A15115">
        <w:rPr>
          <w:sz w:val="20"/>
          <w:szCs w:val="20"/>
        </w:rPr>
        <w:t xml:space="preserve"> </w:t>
      </w:r>
      <w:r w:rsidRPr="00A15115">
        <w:rPr>
          <w:b/>
          <w:sz w:val="20"/>
          <w:szCs w:val="20"/>
        </w:rPr>
        <w:t>wyrażam zgodę / nie wyrażam zgody*</w:t>
      </w:r>
    </w:p>
    <w:p w:rsidR="00136FAA" w:rsidRPr="000259AA" w:rsidRDefault="00136FAA" w:rsidP="004417D1">
      <w:pPr>
        <w:spacing w:after="120"/>
        <w:jc w:val="both"/>
        <w:rPr>
          <w:sz w:val="22"/>
          <w:szCs w:val="22"/>
        </w:rPr>
      </w:pPr>
      <w:r w:rsidRPr="000259AA">
        <w:rPr>
          <w:sz w:val="22"/>
          <w:szCs w:val="22"/>
        </w:rPr>
        <w:t xml:space="preserve">Dane osobowe </w:t>
      </w:r>
      <w:bookmarkStart w:id="1" w:name="_Hlk528152647"/>
      <w:r w:rsidRPr="000259AA">
        <w:rPr>
          <w:sz w:val="22"/>
          <w:szCs w:val="22"/>
        </w:rPr>
        <w:t xml:space="preserve">będą przetwarzane przez okres prowadzenia oficjalnej strony internetowej </w:t>
      </w:r>
      <w:bookmarkEnd w:id="1"/>
      <w:r w:rsidRPr="000259AA">
        <w:rPr>
          <w:sz w:val="22"/>
          <w:szCs w:val="22"/>
        </w:rPr>
        <w:t>placówki oraz profilu na portalu Facebook.</w:t>
      </w:r>
    </w:p>
    <w:p w:rsidR="00136FAA" w:rsidRPr="000259AA" w:rsidRDefault="00136FAA" w:rsidP="004417D1">
      <w:pPr>
        <w:jc w:val="both"/>
        <w:rPr>
          <w:sz w:val="22"/>
          <w:szCs w:val="22"/>
        </w:rPr>
      </w:pPr>
      <w:r w:rsidRPr="000259AA">
        <w:rPr>
          <w:sz w:val="22"/>
          <w:szCs w:val="22"/>
        </w:rPr>
        <w:t>W celu rozliczalności tj. udowodnienia przestrzegania przepisów dotyczących przetwarzania danych osobowych będziemy przechowywać dane przez okres, w którym Administrator zobowiązany jest do zachowania danych lub dokumentów je zawierających dla udokumentowania spełnienia wymagań prawnych i umożliwienia kontroli ich spełnienia przez organy publiczne.</w:t>
      </w:r>
    </w:p>
    <w:p w:rsidR="00136FAA" w:rsidRPr="000259AA" w:rsidRDefault="00136FAA" w:rsidP="004417D1">
      <w:pPr>
        <w:jc w:val="both"/>
        <w:rPr>
          <w:b/>
          <w:sz w:val="22"/>
          <w:szCs w:val="22"/>
        </w:rPr>
      </w:pPr>
      <w:r w:rsidRPr="000259AA">
        <w:rPr>
          <w:sz w:val="22"/>
          <w:szCs w:val="22"/>
        </w:rPr>
        <w:t xml:space="preserve">Wyrażając zgodę na publikację wizerunku, akceptują Państwo nieodpłatne rozpowszechnianie wizerunku na podstawie art. 81 ust. 1 prawa autorskiego. </w:t>
      </w:r>
    </w:p>
    <w:p w:rsidR="00136FAA" w:rsidRPr="000259AA" w:rsidRDefault="00136FAA" w:rsidP="004417D1">
      <w:pPr>
        <w:jc w:val="both"/>
        <w:rPr>
          <w:sz w:val="22"/>
          <w:szCs w:val="22"/>
        </w:rPr>
      </w:pPr>
      <w:r w:rsidRPr="000259AA">
        <w:rPr>
          <w:sz w:val="22"/>
          <w:szCs w:val="22"/>
        </w:rPr>
        <w:t>Odbiorcą danych osobowych mogą być podmioty uprawnione na podstawie przepisów prawa oraz podmioty, którym administrator zleca wykonanie czynności, z którymi wiąże się konieczność przetwarzania danych (podmioty przetwarzające).</w:t>
      </w:r>
    </w:p>
    <w:p w:rsidR="00136FAA" w:rsidRPr="000259AA" w:rsidRDefault="00136FAA" w:rsidP="004417D1">
      <w:pPr>
        <w:jc w:val="both"/>
        <w:rPr>
          <w:sz w:val="22"/>
          <w:szCs w:val="22"/>
        </w:rPr>
      </w:pPr>
      <w:r w:rsidRPr="000259AA">
        <w:rPr>
          <w:sz w:val="22"/>
          <w:szCs w:val="22"/>
        </w:rPr>
        <w:t>Posiada Pani/Pan prawo dostępu do treści swoich/dziecka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cofnięciem.</w:t>
      </w:r>
    </w:p>
    <w:p w:rsidR="00136FAA" w:rsidRPr="000259AA" w:rsidRDefault="00136FAA" w:rsidP="004417D1">
      <w:pPr>
        <w:jc w:val="both"/>
        <w:rPr>
          <w:sz w:val="22"/>
          <w:szCs w:val="22"/>
        </w:rPr>
      </w:pPr>
      <w:r w:rsidRPr="000259AA">
        <w:rPr>
          <w:sz w:val="22"/>
          <w:szCs w:val="22"/>
        </w:rPr>
        <w:t>Ma Pan/Pani prawo wniesienia skargi do organu nadzorczego gdy uzna Pani/Pan, iż przetwarzanie danych osobowych Pani/Pana dziecka dotyczących narusza pr</w:t>
      </w:r>
      <w:r w:rsidR="000259AA" w:rsidRPr="000259AA">
        <w:rPr>
          <w:sz w:val="22"/>
          <w:szCs w:val="22"/>
        </w:rPr>
        <w:t xml:space="preserve">zepisy ogólnego rozporządzenia </w:t>
      </w:r>
      <w:r w:rsidRPr="000259AA">
        <w:rPr>
          <w:sz w:val="22"/>
          <w:szCs w:val="22"/>
        </w:rPr>
        <w:t>o ochronie danych osobowych z dnia 27 kwietnia 2016 r.</w:t>
      </w:r>
    </w:p>
    <w:p w:rsidR="00136FAA" w:rsidRPr="000259AA" w:rsidRDefault="00136FAA" w:rsidP="004417D1">
      <w:pPr>
        <w:jc w:val="both"/>
        <w:rPr>
          <w:sz w:val="22"/>
          <w:szCs w:val="22"/>
        </w:rPr>
      </w:pPr>
      <w:r w:rsidRPr="000259AA">
        <w:rPr>
          <w:sz w:val="22"/>
          <w:szCs w:val="22"/>
        </w:rPr>
        <w:t xml:space="preserve">Podanie przez Pana/Panią dziecka danych osobowych jest dobrowolne, a konsekwencją ich nie podania będzie brak możliwości: zapisania się do udziału w konkursie, umieszczenia danych dziecka na stronie </w:t>
      </w:r>
      <w:r w:rsidR="00A15115">
        <w:rPr>
          <w:sz w:val="22"/>
          <w:szCs w:val="22"/>
        </w:rPr>
        <w:t>WWW.smczaslaw.pl</w:t>
      </w:r>
      <w:r w:rsidRPr="000259AA">
        <w:rPr>
          <w:sz w:val="22"/>
          <w:szCs w:val="22"/>
        </w:rPr>
        <w:t xml:space="preserve"> oraz portalu Facebook.</w:t>
      </w:r>
    </w:p>
    <w:p w:rsidR="002D0773" w:rsidRPr="000259AA" w:rsidRDefault="00136FAA" w:rsidP="004417D1">
      <w:pPr>
        <w:jc w:val="both"/>
        <w:rPr>
          <w:sz w:val="22"/>
          <w:szCs w:val="22"/>
        </w:rPr>
      </w:pPr>
      <w:r w:rsidRPr="000259AA">
        <w:rPr>
          <w:sz w:val="22"/>
          <w:szCs w:val="22"/>
        </w:rPr>
        <w:t>Pani/Pana dziecka dane nie będą przetwarzane w sposób zautomatyzowany i nie będą podlegały automatycznemu profilowaniu.</w:t>
      </w:r>
    </w:p>
    <w:p w:rsidR="004417D1" w:rsidRDefault="004417D1" w:rsidP="004417D1">
      <w:pPr>
        <w:jc w:val="right"/>
        <w:rPr>
          <w:sz w:val="20"/>
          <w:szCs w:val="20"/>
        </w:rPr>
      </w:pPr>
    </w:p>
    <w:p w:rsidR="00136FAA" w:rsidRPr="004417D1" w:rsidRDefault="00136FAA" w:rsidP="004417D1">
      <w:pPr>
        <w:jc w:val="right"/>
        <w:rPr>
          <w:sz w:val="20"/>
          <w:szCs w:val="20"/>
        </w:rPr>
      </w:pPr>
      <w:r w:rsidRPr="004417D1">
        <w:rPr>
          <w:sz w:val="20"/>
          <w:szCs w:val="20"/>
        </w:rPr>
        <w:t>Zostałem</w:t>
      </w:r>
      <w:r w:rsidR="004417D1">
        <w:rPr>
          <w:sz w:val="20"/>
          <w:szCs w:val="20"/>
        </w:rPr>
        <w:t>/am</w:t>
      </w:r>
      <w:r w:rsidRPr="004417D1">
        <w:rPr>
          <w:sz w:val="20"/>
          <w:szCs w:val="20"/>
        </w:rPr>
        <w:t xml:space="preserve"> poinformowany/a o celu przetwarzania, podstawie, </w:t>
      </w:r>
    </w:p>
    <w:p w:rsidR="002D0773" w:rsidRPr="004417D1" w:rsidRDefault="00136FAA" w:rsidP="000259AA">
      <w:pPr>
        <w:jc w:val="right"/>
        <w:rPr>
          <w:sz w:val="20"/>
          <w:szCs w:val="20"/>
        </w:rPr>
      </w:pPr>
      <w:r w:rsidRPr="004417D1">
        <w:rPr>
          <w:sz w:val="20"/>
          <w:szCs w:val="20"/>
        </w:rPr>
        <w:t>czasi</w:t>
      </w:r>
      <w:r w:rsidR="000259AA">
        <w:rPr>
          <w:sz w:val="20"/>
          <w:szCs w:val="20"/>
        </w:rPr>
        <w:t xml:space="preserve">e usunięcia oraz moich prawach </w:t>
      </w:r>
    </w:p>
    <w:p w:rsidR="000259AA" w:rsidRPr="004417D1" w:rsidRDefault="000259AA" w:rsidP="000259AA">
      <w:pPr>
        <w:jc w:val="right"/>
        <w:rPr>
          <w:sz w:val="20"/>
          <w:szCs w:val="20"/>
        </w:rPr>
      </w:pPr>
    </w:p>
    <w:p w:rsidR="00347F83" w:rsidRPr="004417D1" w:rsidRDefault="000259AA" w:rsidP="004417D1">
      <w:pPr>
        <w:spacing w:after="120"/>
        <w:jc w:val="both"/>
        <w:rPr>
          <w:sz w:val="20"/>
          <w:szCs w:val="20"/>
        </w:rPr>
      </w:pPr>
      <w:r w:rsidRPr="004417D1">
        <w:rPr>
          <w:sz w:val="20"/>
          <w:szCs w:val="20"/>
        </w:rPr>
        <w:t>*niepotrzebne skreślić</w:t>
      </w:r>
      <w:r w:rsidRPr="004417D1">
        <w:rPr>
          <w:sz w:val="20"/>
          <w:szCs w:val="20"/>
        </w:rPr>
        <w:tab/>
      </w:r>
      <w:r w:rsidR="00136FAA" w:rsidRPr="004417D1">
        <w:rPr>
          <w:sz w:val="20"/>
          <w:szCs w:val="20"/>
        </w:rPr>
        <w:tab/>
      </w:r>
      <w:r w:rsidR="00136FAA" w:rsidRPr="004417D1">
        <w:rPr>
          <w:sz w:val="20"/>
          <w:szCs w:val="20"/>
        </w:rPr>
        <w:tab/>
      </w:r>
      <w:r w:rsidR="004417D1">
        <w:rPr>
          <w:sz w:val="20"/>
          <w:szCs w:val="20"/>
        </w:rPr>
        <w:t xml:space="preserve">   </w:t>
      </w:r>
      <w:r w:rsidR="002D0773" w:rsidRPr="004417D1">
        <w:rPr>
          <w:sz w:val="20"/>
          <w:szCs w:val="20"/>
        </w:rPr>
        <w:tab/>
      </w:r>
      <w:r w:rsidR="004417D1">
        <w:rPr>
          <w:sz w:val="20"/>
          <w:szCs w:val="20"/>
        </w:rPr>
        <w:tab/>
      </w:r>
      <w:r w:rsidR="004417D1">
        <w:rPr>
          <w:sz w:val="20"/>
          <w:szCs w:val="20"/>
        </w:rPr>
        <w:tab/>
      </w:r>
      <w:r w:rsidR="004417D1">
        <w:rPr>
          <w:sz w:val="20"/>
          <w:szCs w:val="20"/>
        </w:rPr>
        <w:tab/>
      </w:r>
      <w:r w:rsidR="004417D1">
        <w:rPr>
          <w:sz w:val="20"/>
          <w:szCs w:val="20"/>
        </w:rPr>
        <w:tab/>
      </w:r>
      <w:r w:rsidR="004417D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D0773" w:rsidRPr="004417D1">
        <w:rPr>
          <w:sz w:val="20"/>
          <w:szCs w:val="20"/>
        </w:rPr>
        <w:t>…………………………………………………</w:t>
      </w:r>
    </w:p>
    <w:sectPr w:rsidR="00347F83" w:rsidRPr="004417D1" w:rsidSect="00410111">
      <w:headerReference w:type="default" r:id="rId11"/>
      <w:footerReference w:type="default" r:id="rId12"/>
      <w:pgSz w:w="11906" w:h="16838"/>
      <w:pgMar w:top="1417" w:right="991" w:bottom="1417" w:left="1134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013D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013D7C" w16cid:durableId="21E2573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436" w:rsidRDefault="008C0436" w:rsidP="00DB29BD">
      <w:r>
        <w:separator/>
      </w:r>
    </w:p>
  </w:endnote>
  <w:endnote w:type="continuationSeparator" w:id="1">
    <w:p w:rsidR="008C0436" w:rsidRDefault="008C0436" w:rsidP="00DB2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9BD" w:rsidRDefault="00F86346" w:rsidP="00DB29BD">
    <w:pPr>
      <w:jc w:val="center"/>
      <w:rPr>
        <w:rFonts w:ascii="Book Antiqua" w:hAnsi="Book Antiqua"/>
        <w:b/>
        <w:color w:val="1F497D"/>
        <w:sz w:val="28"/>
        <w:szCs w:val="28"/>
      </w:rPr>
    </w:pPr>
    <w:r w:rsidRPr="00F86346">
      <w:rPr>
        <w:rFonts w:ascii="Book Antiqua" w:hAnsi="Book Antiqua"/>
        <w:b/>
        <w:color w:val="1F497D"/>
        <w:sz w:val="28"/>
        <w:szCs w:val="28"/>
      </w:rPr>
      <w:pict>
        <v:rect id="_x0000_i1026" style="width:453.6pt;height:1pt" o:hralign="center" o:hrstd="t" o:hrnoshade="t" o:hr="t" fillcolor="#4e6128" stroked="f"/>
      </w:pict>
    </w:r>
  </w:p>
  <w:p w:rsidR="00DB29BD" w:rsidRPr="002C37FA" w:rsidRDefault="00DB29BD" w:rsidP="00DB29BD">
    <w:pPr>
      <w:jc w:val="center"/>
      <w:rPr>
        <w:rFonts w:ascii="Book Antiqua" w:hAnsi="Book Antiqua"/>
        <w:b/>
        <w:color w:val="4F6228"/>
        <w:sz w:val="28"/>
        <w:szCs w:val="28"/>
      </w:rPr>
    </w:pPr>
    <w:r w:rsidRPr="002C37FA">
      <w:rPr>
        <w:rFonts w:ascii="Book Antiqua" w:hAnsi="Book Antiqua"/>
        <w:b/>
        <w:color w:val="4F6228"/>
        <w:sz w:val="28"/>
        <w:szCs w:val="28"/>
      </w:rPr>
      <w:t>Szkoła Muzyczna I stopnia</w:t>
    </w:r>
    <w:r w:rsidR="000C35DE">
      <w:rPr>
        <w:rFonts w:ascii="Book Antiqua" w:hAnsi="Book Antiqua"/>
        <w:b/>
        <w:color w:val="4F6228"/>
        <w:sz w:val="28"/>
        <w:szCs w:val="28"/>
      </w:rPr>
      <w:t xml:space="preserve"> im. Oskara Kolberga</w:t>
    </w:r>
    <w:r w:rsidRPr="002C37FA">
      <w:rPr>
        <w:rFonts w:ascii="Book Antiqua" w:hAnsi="Book Antiqua"/>
        <w:b/>
        <w:color w:val="4F6228"/>
        <w:sz w:val="28"/>
        <w:szCs w:val="28"/>
      </w:rPr>
      <w:t xml:space="preserve"> w Czasławiu</w:t>
    </w:r>
  </w:p>
  <w:p w:rsidR="00DB29BD" w:rsidRPr="002C37FA" w:rsidRDefault="00DB29BD" w:rsidP="00DB29BD">
    <w:pPr>
      <w:jc w:val="center"/>
      <w:rPr>
        <w:rFonts w:ascii="Book Antiqua" w:hAnsi="Book Antiqua"/>
        <w:sz w:val="22"/>
        <w:szCs w:val="28"/>
      </w:rPr>
    </w:pPr>
    <w:r w:rsidRPr="002C37FA">
      <w:rPr>
        <w:rFonts w:ascii="Book Antiqua" w:hAnsi="Book Antiqua"/>
        <w:sz w:val="22"/>
        <w:szCs w:val="28"/>
      </w:rPr>
      <w:t>Czasław 105   32-415 Raciechowice</w:t>
    </w:r>
  </w:p>
  <w:p w:rsidR="00DB29BD" w:rsidRPr="00136FAA" w:rsidRDefault="00DB29BD" w:rsidP="00DB29BD">
    <w:pPr>
      <w:jc w:val="center"/>
      <w:rPr>
        <w:rFonts w:ascii="Book Antiqua" w:hAnsi="Book Antiqua"/>
        <w:sz w:val="22"/>
        <w:szCs w:val="28"/>
      </w:rPr>
    </w:pPr>
    <w:r w:rsidRPr="00136FAA">
      <w:rPr>
        <w:rFonts w:ascii="Book Antiqua" w:hAnsi="Book Antiqua"/>
        <w:sz w:val="22"/>
        <w:szCs w:val="28"/>
      </w:rPr>
      <w:t xml:space="preserve">Tel: 12 271-55-01  </w:t>
    </w:r>
    <w:hyperlink r:id="rId1" w:history="1">
      <w:r w:rsidRPr="00136FAA">
        <w:rPr>
          <w:rStyle w:val="Hipercze"/>
          <w:rFonts w:ascii="Book Antiqua" w:hAnsi="Book Antiqua"/>
          <w:color w:val="auto"/>
          <w:sz w:val="22"/>
          <w:szCs w:val="28"/>
          <w:u w:val="none"/>
        </w:rPr>
        <w:t>www.smczaslaw.pl</w:t>
      </w:r>
    </w:hyperlink>
    <w:r w:rsidRPr="00136FAA">
      <w:rPr>
        <w:rFonts w:ascii="Book Antiqua" w:hAnsi="Book Antiqua"/>
        <w:sz w:val="22"/>
        <w:szCs w:val="28"/>
      </w:rPr>
      <w:t xml:space="preserve">    e-mail: </w:t>
    </w:r>
    <w:hyperlink r:id="rId2" w:history="1">
      <w:r w:rsidRPr="00136FAA">
        <w:rPr>
          <w:rStyle w:val="Hipercze"/>
          <w:rFonts w:ascii="Book Antiqua" w:hAnsi="Book Antiqua"/>
          <w:color w:val="auto"/>
          <w:sz w:val="22"/>
          <w:szCs w:val="28"/>
          <w:u w:val="none"/>
        </w:rPr>
        <w:t>smczaslaw@interia.pl</w:t>
      </w:r>
    </w:hyperlink>
  </w:p>
  <w:p w:rsidR="00DB29BD" w:rsidRPr="00136FAA" w:rsidRDefault="00DB29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436" w:rsidRDefault="008C0436" w:rsidP="00DB29BD">
      <w:r>
        <w:separator/>
      </w:r>
    </w:p>
  </w:footnote>
  <w:footnote w:type="continuationSeparator" w:id="1">
    <w:p w:rsidR="008C0436" w:rsidRDefault="008C0436" w:rsidP="00DB2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FA" w:rsidRDefault="00BB2985">
    <w:pPr>
      <w:pStyle w:val="Nagwek"/>
      <w:rPr>
        <w:rFonts w:ascii="Book Antiqua" w:hAnsi="Book Antiqua"/>
        <w:b/>
        <w:color w:val="1F497D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5461635</wp:posOffset>
          </wp:positionH>
          <wp:positionV relativeFrom="paragraph">
            <wp:posOffset>-363855</wp:posOffset>
          </wp:positionV>
          <wp:extent cx="647700" cy="676275"/>
          <wp:effectExtent l="19050" t="0" r="0" b="0"/>
          <wp:wrapNone/>
          <wp:docPr id="2" name="Obraz 2" descr="raciechow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ciechowic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-120015</wp:posOffset>
          </wp:positionH>
          <wp:positionV relativeFrom="paragraph">
            <wp:posOffset>-363855</wp:posOffset>
          </wp:positionV>
          <wp:extent cx="1828800" cy="581025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B29BD" w:rsidRDefault="00F86346">
    <w:pPr>
      <w:pStyle w:val="Nagwek"/>
    </w:pPr>
    <w:r w:rsidRPr="00F86346">
      <w:rPr>
        <w:rFonts w:ascii="Book Antiqua" w:hAnsi="Book Antiqua"/>
        <w:b/>
        <w:color w:val="1F497D"/>
        <w:sz w:val="28"/>
        <w:szCs w:val="28"/>
      </w:rPr>
      <w:pict>
        <v:rect id="_x0000_i1025" style="width:453.6pt;height:1pt" o:hralign="center" o:hrstd="t" o:hrnoshade="t" o:hr="t" fillcolor="#4e6128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14BE"/>
    <w:multiLevelType w:val="hybridMultilevel"/>
    <w:tmpl w:val="0AAA6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21408"/>
    <w:multiLevelType w:val="multilevel"/>
    <w:tmpl w:val="73DE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9616E6C"/>
    <w:multiLevelType w:val="multilevel"/>
    <w:tmpl w:val="DA7EC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Pieprzyca">
    <w15:presenceInfo w15:providerId="None" w15:userId="Agnieszka Pieprzyc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27DD8"/>
    <w:rsid w:val="000259AA"/>
    <w:rsid w:val="000472D1"/>
    <w:rsid w:val="00060FEC"/>
    <w:rsid w:val="000C35DE"/>
    <w:rsid w:val="00136FAA"/>
    <w:rsid w:val="00155C5B"/>
    <w:rsid w:val="00161126"/>
    <w:rsid w:val="00186865"/>
    <w:rsid w:val="001E279C"/>
    <w:rsid w:val="001E7327"/>
    <w:rsid w:val="001F28AA"/>
    <w:rsid w:val="00222098"/>
    <w:rsid w:val="00257E5A"/>
    <w:rsid w:val="002A1E43"/>
    <w:rsid w:val="002C37FA"/>
    <w:rsid w:val="002D0773"/>
    <w:rsid w:val="002E423E"/>
    <w:rsid w:val="002F42AE"/>
    <w:rsid w:val="00317997"/>
    <w:rsid w:val="00347F83"/>
    <w:rsid w:val="003534CC"/>
    <w:rsid w:val="00376C41"/>
    <w:rsid w:val="003A1274"/>
    <w:rsid w:val="003B5B93"/>
    <w:rsid w:val="003E082D"/>
    <w:rsid w:val="00410111"/>
    <w:rsid w:val="00423DEF"/>
    <w:rsid w:val="00427DD8"/>
    <w:rsid w:val="004417D1"/>
    <w:rsid w:val="00476AF9"/>
    <w:rsid w:val="004B48F6"/>
    <w:rsid w:val="004C0563"/>
    <w:rsid w:val="004D04A8"/>
    <w:rsid w:val="004D2E24"/>
    <w:rsid w:val="00564E15"/>
    <w:rsid w:val="005C78AE"/>
    <w:rsid w:val="005E4993"/>
    <w:rsid w:val="005F406E"/>
    <w:rsid w:val="00613620"/>
    <w:rsid w:val="006156C5"/>
    <w:rsid w:val="006B69B1"/>
    <w:rsid w:val="006F077F"/>
    <w:rsid w:val="007065BD"/>
    <w:rsid w:val="00710CFA"/>
    <w:rsid w:val="00736C4E"/>
    <w:rsid w:val="00824327"/>
    <w:rsid w:val="008256BB"/>
    <w:rsid w:val="008C0436"/>
    <w:rsid w:val="008C4DEA"/>
    <w:rsid w:val="00A15115"/>
    <w:rsid w:val="00A24EC1"/>
    <w:rsid w:val="00A676D6"/>
    <w:rsid w:val="00A75E32"/>
    <w:rsid w:val="00A843DB"/>
    <w:rsid w:val="00A91349"/>
    <w:rsid w:val="00A947E0"/>
    <w:rsid w:val="00AB3EC7"/>
    <w:rsid w:val="00BB2985"/>
    <w:rsid w:val="00BB52A2"/>
    <w:rsid w:val="00C14DC1"/>
    <w:rsid w:val="00C62092"/>
    <w:rsid w:val="00C84D52"/>
    <w:rsid w:val="00CB6616"/>
    <w:rsid w:val="00D06CED"/>
    <w:rsid w:val="00D56211"/>
    <w:rsid w:val="00D64F7D"/>
    <w:rsid w:val="00D70C03"/>
    <w:rsid w:val="00D96F50"/>
    <w:rsid w:val="00DB29BD"/>
    <w:rsid w:val="00DC75A5"/>
    <w:rsid w:val="00DD4119"/>
    <w:rsid w:val="00DE66AF"/>
    <w:rsid w:val="00E23247"/>
    <w:rsid w:val="00E466B8"/>
    <w:rsid w:val="00E6657A"/>
    <w:rsid w:val="00E876A9"/>
    <w:rsid w:val="00E9239E"/>
    <w:rsid w:val="00F301CD"/>
    <w:rsid w:val="00F64ACD"/>
    <w:rsid w:val="00F75B64"/>
    <w:rsid w:val="00F86346"/>
    <w:rsid w:val="00FA521B"/>
    <w:rsid w:val="00FF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01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13620"/>
    <w:rPr>
      <w:color w:val="0000FF"/>
      <w:u w:val="single"/>
    </w:rPr>
  </w:style>
  <w:style w:type="paragraph" w:styleId="Nagwek">
    <w:name w:val="header"/>
    <w:basedOn w:val="Normalny"/>
    <w:link w:val="NagwekZnak"/>
    <w:rsid w:val="00DB29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29BD"/>
    <w:rPr>
      <w:sz w:val="24"/>
      <w:szCs w:val="24"/>
    </w:rPr>
  </w:style>
  <w:style w:type="paragraph" w:styleId="Stopka">
    <w:name w:val="footer"/>
    <w:basedOn w:val="Normalny"/>
    <w:link w:val="StopkaZnak"/>
    <w:rsid w:val="00DB29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B29BD"/>
    <w:rPr>
      <w:sz w:val="24"/>
      <w:szCs w:val="24"/>
    </w:rPr>
  </w:style>
  <w:style w:type="paragraph" w:customStyle="1" w:styleId="Standard">
    <w:name w:val="Standard"/>
    <w:rsid w:val="00C84D5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C75A5"/>
    <w:pPr>
      <w:spacing w:after="8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DC75A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yrnienie">
    <w:name w:val="Wyróżnienie"/>
    <w:basedOn w:val="Domylnaczcionkaakapitu"/>
    <w:uiPriority w:val="20"/>
    <w:qFormat/>
    <w:rsid w:val="00136FAA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136FA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rsid w:val="00136F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36FA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6FA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6FAA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0111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13620"/>
    <w:rPr>
      <w:color w:val="0000FF"/>
      <w:u w:val="single"/>
    </w:rPr>
  </w:style>
  <w:style w:type="paragraph" w:styleId="Nagwek">
    <w:name w:val="header"/>
    <w:basedOn w:val="Normalny"/>
    <w:link w:val="NagwekZnak"/>
    <w:rsid w:val="00DB29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29BD"/>
    <w:rPr>
      <w:sz w:val="24"/>
      <w:szCs w:val="24"/>
    </w:rPr>
  </w:style>
  <w:style w:type="paragraph" w:styleId="Stopka">
    <w:name w:val="footer"/>
    <w:basedOn w:val="Normalny"/>
    <w:link w:val="StopkaZnak"/>
    <w:rsid w:val="00DB29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B29BD"/>
    <w:rPr>
      <w:sz w:val="24"/>
      <w:szCs w:val="24"/>
    </w:rPr>
  </w:style>
  <w:style w:type="paragraph" w:customStyle="1" w:styleId="Standard">
    <w:name w:val="Standard"/>
    <w:rsid w:val="00C84D5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C75A5"/>
    <w:pPr>
      <w:spacing w:after="8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DC75A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yrnienie">
    <w:name w:val="Wyróżnienie"/>
    <w:basedOn w:val="Domylnaczcionkaakapitu"/>
    <w:uiPriority w:val="20"/>
    <w:qFormat/>
    <w:rsid w:val="00136FAA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136FA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rsid w:val="00136F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36FA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6FA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6FAA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czaslaw@interia.pl" TargetMode="Externa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myslenice-itv.pl/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skarbnik.audyt@onet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mczaslaw@interia.pl" TargetMode="External"/><Relationship Id="rId1" Type="http://schemas.openxmlformats.org/officeDocument/2006/relationships/hyperlink" Target="http://www.smczaslaw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kola\Desktop\Szko&#322;a%20muzyczna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3AA30-B35A-4EC8-8129-67D4052C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2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Edukacji Narodowej i Sportu</Company>
  <LinksUpToDate>false</LinksUpToDate>
  <CharactersWithSpaces>4896</CharactersWithSpaces>
  <SharedDoc>false</SharedDoc>
  <HLinks>
    <vt:vector size="12" baseType="variant">
      <vt:variant>
        <vt:i4>7733315</vt:i4>
      </vt:variant>
      <vt:variant>
        <vt:i4>3</vt:i4>
      </vt:variant>
      <vt:variant>
        <vt:i4>0</vt:i4>
      </vt:variant>
      <vt:variant>
        <vt:i4>5</vt:i4>
      </vt:variant>
      <vt:variant>
        <vt:lpwstr>mailto:smczaslaw@interia.pl</vt:lpwstr>
      </vt:variant>
      <vt:variant>
        <vt:lpwstr/>
      </vt:variant>
      <vt:variant>
        <vt:i4>1966103</vt:i4>
      </vt:variant>
      <vt:variant>
        <vt:i4>0</vt:i4>
      </vt:variant>
      <vt:variant>
        <vt:i4>0</vt:i4>
      </vt:variant>
      <vt:variant>
        <vt:i4>5</vt:i4>
      </vt:variant>
      <vt:variant>
        <vt:lpwstr>http://www.smczaslaw.pl/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szkola muzyczna1</dc:creator>
  <cp:lastModifiedBy>Dyrektor</cp:lastModifiedBy>
  <cp:revision>3</cp:revision>
  <cp:lastPrinted>2021-02-17T09:39:00Z</cp:lastPrinted>
  <dcterms:created xsi:type="dcterms:W3CDTF">2021-02-17T09:44:00Z</dcterms:created>
  <dcterms:modified xsi:type="dcterms:W3CDTF">2021-02-17T11:46:00Z</dcterms:modified>
</cp:coreProperties>
</file>